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E43" w:rsidRDefault="006B623A">
      <w:pPr>
        <w:pStyle w:val="Standard"/>
        <w:rPr>
          <w:b/>
          <w:bCs/>
        </w:rPr>
      </w:pPr>
      <w:bookmarkStart w:id="0" w:name="_GoBack"/>
      <w:bookmarkEnd w:id="0"/>
      <w:r>
        <w:rPr>
          <w:noProof/>
          <w:lang w:eastAsia="fr-FR" w:bidi="ar-SA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margin">
              <wp:posOffset>3080385</wp:posOffset>
            </wp:positionH>
            <wp:positionV relativeFrom="paragraph">
              <wp:posOffset>0</wp:posOffset>
            </wp:positionV>
            <wp:extent cx="2400300" cy="1094740"/>
            <wp:effectExtent l="19050" t="0" r="0" b="0"/>
            <wp:wrapSquare wrapText="bothSides"/>
            <wp:docPr id="21" name="Image 3" descr="Les élu⋅e⋅s FSU dans les instances audoises de l'Éducation Nationale - fsu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es élu⋅e⋅s FSU dans les instances audoises de l'Éducation Nationale - fsu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09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 w:bidi="ar-SA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708660</wp:posOffset>
            </wp:positionH>
            <wp:positionV relativeFrom="paragraph">
              <wp:posOffset>0</wp:posOffset>
            </wp:positionV>
            <wp:extent cx="990600" cy="956945"/>
            <wp:effectExtent l="19050" t="0" r="0" b="0"/>
            <wp:wrapTight wrapText="bothSides">
              <wp:wrapPolygon edited="0">
                <wp:start x="-415" y="0"/>
                <wp:lineTo x="-415" y="21070"/>
                <wp:lineTo x="21600" y="21070"/>
                <wp:lineTo x="21600" y="0"/>
                <wp:lineTo x="-415" y="0"/>
              </wp:wrapPolygon>
            </wp:wrapTight>
            <wp:docPr id="20" name="Image 2" descr="Salut fraternel à l'assemblée générale de la FGR-FP. - fsu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Salut fraternel à l'assemblée générale de la FGR-FP. - fsu0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6E43" w:rsidRDefault="00246E43">
      <w:pPr>
        <w:pStyle w:val="Standard"/>
        <w:rPr>
          <w:b/>
          <w:bCs/>
        </w:rPr>
      </w:pPr>
    </w:p>
    <w:p w:rsidR="00CB3D3C" w:rsidRDefault="00CB3D3C">
      <w:pPr>
        <w:pStyle w:val="Standard"/>
        <w:rPr>
          <w:b/>
          <w:bCs/>
        </w:rPr>
      </w:pPr>
    </w:p>
    <w:p w:rsidR="00CB3D3C" w:rsidRDefault="00CB3D3C">
      <w:pPr>
        <w:pStyle w:val="Standard"/>
        <w:rPr>
          <w:b/>
          <w:bCs/>
        </w:rPr>
      </w:pPr>
    </w:p>
    <w:p w:rsidR="00CB3D3C" w:rsidRDefault="00CB3D3C">
      <w:pPr>
        <w:pStyle w:val="Standard"/>
        <w:rPr>
          <w:b/>
          <w:bCs/>
        </w:rPr>
      </w:pPr>
    </w:p>
    <w:p w:rsidR="00CB3D3C" w:rsidRDefault="00CB3D3C">
      <w:pPr>
        <w:pStyle w:val="Standard"/>
        <w:rPr>
          <w:b/>
          <w:bCs/>
        </w:rPr>
      </w:pPr>
    </w:p>
    <w:p w:rsidR="00CB3D3C" w:rsidRDefault="00CB3D3C">
      <w:pPr>
        <w:pStyle w:val="Standard"/>
        <w:rPr>
          <w:b/>
          <w:bCs/>
        </w:rPr>
      </w:pPr>
    </w:p>
    <w:p w:rsidR="00CB3D3C" w:rsidRDefault="004A17D8">
      <w:pPr>
        <w:pStyle w:val="Standard"/>
      </w:pPr>
      <w:r>
        <w:t>Malgré nos demandes auprès de l’ARS</w:t>
      </w:r>
      <w:r w:rsidR="00CB3D3C">
        <w:t xml:space="preserve"> (Agence Régionale de Santé)</w:t>
      </w:r>
      <w:r>
        <w:t xml:space="preserve"> et du Conseil départemental, les syndicats et associations de personnes âgées n’ont pas eu de réponse sur la situation réelle et les besoins sanitaires non satisfaits dans </w:t>
      </w:r>
      <w:r w:rsidR="0067296F">
        <w:t>notre</w:t>
      </w:r>
      <w:r>
        <w:t xml:space="preserve"> département. C’est pourquoi, réunis en commission, les représentants </w:t>
      </w:r>
      <w:r w:rsidR="00CB3D3C">
        <w:t xml:space="preserve">FSU et FGR </w:t>
      </w:r>
      <w:r>
        <w:t>des personnes âgées et retraités ont décidé de lancer cette enquête pour permettre à chacun d’exprimer son expérience personnelle, amicale ou familiale.</w:t>
      </w:r>
      <w:r>
        <w:br/>
      </w:r>
    </w:p>
    <w:p w:rsidR="00A36426" w:rsidRDefault="00A36426">
      <w:pPr>
        <w:pStyle w:val="Standard"/>
      </w:pPr>
      <w:r>
        <w:t xml:space="preserve">Vous pouvez compléter cette enquête pour vous-même ou pour toute personne  </w:t>
      </w:r>
    </w:p>
    <w:p w:rsidR="00CB3D3C" w:rsidRDefault="00CB3D3C" w:rsidP="00CB3D3C">
      <w:pPr>
        <w:pStyle w:val="Standard"/>
      </w:pPr>
    </w:p>
    <w:p w:rsidR="0067296F" w:rsidRDefault="0067296F" w:rsidP="0067296F">
      <w:pPr>
        <w:pStyle w:val="Standard"/>
        <w:jc w:val="center"/>
      </w:pPr>
      <w:r>
        <w:t xml:space="preserve">Merci de retourner cette enquête par mail à l’adresse suivante : </w:t>
      </w:r>
      <w:hyperlink r:id="rId10" w:history="1">
        <w:r w:rsidRPr="00801C3F">
          <w:rPr>
            <w:rStyle w:val="Lienhypertexte"/>
          </w:rPr>
          <w:t>cdcaFSU35@laposte.net</w:t>
        </w:r>
      </w:hyperlink>
    </w:p>
    <w:p w:rsidR="00CC5949" w:rsidRDefault="00CC5949" w:rsidP="00CC5949">
      <w:pPr>
        <w:pStyle w:val="Standard"/>
        <w:jc w:val="center"/>
        <w:rPr>
          <w:b/>
          <w:bCs/>
        </w:rPr>
      </w:pPr>
    </w:p>
    <w:p w:rsidR="00CB3D3C" w:rsidRDefault="00CC5949" w:rsidP="00CC5949">
      <w:pPr>
        <w:pStyle w:val="Standard"/>
        <w:jc w:val="center"/>
        <w:rPr>
          <w:b/>
          <w:bCs/>
        </w:rPr>
      </w:pPr>
      <w:r>
        <w:rPr>
          <w:b/>
          <w:bCs/>
        </w:rPr>
        <w:t>Merci de nous envoyer votre réponse dès que possible et avant le 1er avril.</w:t>
      </w:r>
    </w:p>
    <w:p w:rsidR="00CC5949" w:rsidRDefault="00CC5949" w:rsidP="00CB3D3C">
      <w:pPr>
        <w:pStyle w:val="Standard"/>
      </w:pPr>
    </w:p>
    <w:p w:rsidR="001C7215" w:rsidRPr="0067296F" w:rsidRDefault="00246E43" w:rsidP="00A36426">
      <w:pPr>
        <w:pStyle w:val="Standard"/>
        <w:rPr>
          <w:b/>
          <w:bCs/>
          <w:i/>
          <w:iCs/>
          <w:u w:val="single"/>
        </w:rPr>
      </w:pPr>
      <w:r w:rsidRPr="0067296F">
        <w:rPr>
          <w:b/>
          <w:bCs/>
          <w:i/>
          <w:iCs/>
          <w:u w:val="single"/>
        </w:rPr>
        <w:t>C</w:t>
      </w:r>
      <w:r w:rsidR="004A17D8" w:rsidRPr="0067296F">
        <w:rPr>
          <w:b/>
          <w:bCs/>
          <w:i/>
          <w:iCs/>
          <w:u w:val="single"/>
        </w:rPr>
        <w:t>ette période</w:t>
      </w:r>
      <w:r w:rsidR="00CB3D3C" w:rsidRPr="0067296F">
        <w:rPr>
          <w:b/>
          <w:bCs/>
          <w:i/>
          <w:iCs/>
          <w:u w:val="single"/>
        </w:rPr>
        <w:t xml:space="preserve"> de confinement</w:t>
      </w:r>
      <w:r w:rsidR="004A17D8" w:rsidRPr="0067296F">
        <w:rPr>
          <w:b/>
          <w:bCs/>
          <w:i/>
          <w:iCs/>
          <w:u w:val="single"/>
        </w:rPr>
        <w:t xml:space="preserve"> a-t-elle fait surgir des besoins nouveaux</w:t>
      </w:r>
      <w:r w:rsidRPr="0067296F">
        <w:rPr>
          <w:b/>
          <w:bCs/>
          <w:i/>
          <w:iCs/>
          <w:u w:val="single"/>
        </w:rPr>
        <w:t xml:space="preserve"> </w:t>
      </w:r>
      <w:r w:rsidR="004A17D8" w:rsidRPr="0067296F">
        <w:rPr>
          <w:b/>
          <w:bCs/>
          <w:i/>
          <w:iCs/>
          <w:u w:val="single"/>
        </w:rPr>
        <w:t>?</w:t>
      </w:r>
      <w:r w:rsidRPr="0067296F">
        <w:rPr>
          <w:b/>
          <w:bCs/>
          <w:i/>
          <w:iCs/>
          <w:u w:val="single"/>
        </w:rPr>
        <w:t xml:space="preserve"> L</w:t>
      </w:r>
      <w:r w:rsidR="004A17D8" w:rsidRPr="0067296F">
        <w:rPr>
          <w:b/>
          <w:bCs/>
          <w:i/>
          <w:iCs/>
          <w:u w:val="single"/>
        </w:rPr>
        <w:t>esquels ?</w:t>
      </w:r>
    </w:p>
    <w:p w:rsidR="0067296F" w:rsidRDefault="0067296F" w:rsidP="0067296F">
      <w:pPr>
        <w:pStyle w:val="Standard"/>
      </w:pPr>
    </w:p>
    <w:p w:rsidR="0067296F" w:rsidRDefault="0067296F" w:rsidP="0067296F">
      <w:pPr>
        <w:pStyle w:val="Standard"/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7215" w:rsidRPr="0067296F" w:rsidRDefault="004A17D8">
      <w:pPr>
        <w:pStyle w:val="Standard"/>
        <w:rPr>
          <w:b/>
          <w:bCs/>
          <w:i/>
          <w:iCs/>
          <w:u w:val="single"/>
        </w:rPr>
      </w:pPr>
      <w:r w:rsidRPr="0067296F">
        <w:rPr>
          <w:b/>
          <w:bCs/>
          <w:i/>
          <w:iCs/>
          <w:u w:val="single"/>
        </w:rPr>
        <w:t>Des solutions ont-elles été trouvées ?</w:t>
      </w:r>
    </w:p>
    <w:p w:rsidR="00246E43" w:rsidRDefault="00246E43">
      <w:pPr>
        <w:pStyle w:val="Standard"/>
      </w:pPr>
    </w:p>
    <w:p w:rsidR="0067296F" w:rsidRDefault="0067296F" w:rsidP="0067296F">
      <w:pPr>
        <w:pStyle w:val="Standard"/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B3D3C" w:rsidRDefault="00CB3D3C">
      <w:pPr>
        <w:pStyle w:val="Standard"/>
      </w:pPr>
    </w:p>
    <w:p w:rsidR="001C7215" w:rsidRPr="0067296F" w:rsidRDefault="004A17D8">
      <w:pPr>
        <w:pStyle w:val="Standard"/>
        <w:rPr>
          <w:b/>
          <w:bCs/>
          <w:i/>
          <w:iCs/>
          <w:u w:val="single"/>
        </w:rPr>
      </w:pPr>
      <w:r w:rsidRPr="0067296F">
        <w:rPr>
          <w:b/>
          <w:bCs/>
          <w:i/>
          <w:iCs/>
          <w:u w:val="single"/>
        </w:rPr>
        <w:t>Des soins médicaux ont-ils été annulés ou reportés ?</w:t>
      </w:r>
    </w:p>
    <w:p w:rsidR="00CB3D3C" w:rsidRDefault="00CB3D3C">
      <w:pPr>
        <w:pStyle w:val="Standard"/>
      </w:pPr>
    </w:p>
    <w:p w:rsidR="00246E43" w:rsidRDefault="001E5598" w:rsidP="00CB3D3C">
      <w:pPr>
        <w:pStyle w:val="Standard"/>
        <w:ind w:firstLine="709"/>
        <w:jc w:val="center"/>
      </w:pPr>
      <w:bookmarkStart w:id="1" w:name="_Hlk66175948"/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9525</wp:posOffset>
                </wp:positionV>
                <wp:extent cx="238125" cy="161925"/>
                <wp:effectExtent l="0" t="0" r="28575" b="285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3812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42pt;margin-top:.75pt;width:18.75pt;height:12.75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" fillcolor="window" strokecolor="#2f528f" strokeweight="1pt">
                <v:path arrowok="t"/>
              </v:rect>
            </w:pict>
          </mc:Fallback>
        </mc:AlternateContent>
      </w: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13970</wp:posOffset>
                </wp:positionV>
                <wp:extent cx="266700" cy="152400"/>
                <wp:effectExtent l="0" t="0" r="19050" b="19050"/>
                <wp:wrapNone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17pt;margin-top:1.1pt;width:21pt;height:1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" fillcolor="window" strokecolor="#2f528f" strokeweight="1pt">
                <v:path arrowok="t"/>
              </v:rect>
            </w:pict>
          </mc:Fallback>
        </mc:AlternateContent>
      </w:r>
      <w:r w:rsidR="00CB3D3C">
        <w:t>OUI</w:t>
      </w:r>
      <w:r w:rsidR="00CB3D3C">
        <w:tab/>
      </w:r>
      <w:r w:rsidR="00CB3D3C">
        <w:tab/>
      </w:r>
      <w:r w:rsidR="00CB3D3C">
        <w:tab/>
      </w:r>
      <w:r w:rsidR="00CB3D3C">
        <w:tab/>
      </w:r>
      <w:r w:rsidR="00CB3D3C">
        <w:tab/>
      </w:r>
      <w:r w:rsidR="00CB3D3C">
        <w:tab/>
        <w:t xml:space="preserve">   NON</w:t>
      </w:r>
    </w:p>
    <w:bookmarkEnd w:id="1"/>
    <w:p w:rsidR="00246E43" w:rsidRDefault="00246E43">
      <w:pPr>
        <w:pStyle w:val="Standard"/>
      </w:pPr>
    </w:p>
    <w:p w:rsidR="001C7215" w:rsidRPr="0067296F" w:rsidRDefault="004A17D8">
      <w:pPr>
        <w:pStyle w:val="Standard"/>
        <w:rPr>
          <w:b/>
          <w:bCs/>
          <w:i/>
          <w:iCs/>
          <w:u w:val="single"/>
        </w:rPr>
      </w:pPr>
      <w:r w:rsidRPr="0067296F">
        <w:rPr>
          <w:b/>
          <w:bCs/>
          <w:i/>
          <w:iCs/>
          <w:u w:val="single"/>
        </w:rPr>
        <w:t>Vous ou certaines de vos relations ont-elles rencontré des difficultés de transport ?</w:t>
      </w:r>
    </w:p>
    <w:p w:rsidR="00246E43" w:rsidRDefault="00246E43">
      <w:pPr>
        <w:pStyle w:val="Standard"/>
      </w:pPr>
    </w:p>
    <w:p w:rsidR="00CB3D3C" w:rsidRDefault="001E5598" w:rsidP="00CB3D3C">
      <w:pPr>
        <w:pStyle w:val="Standard"/>
        <w:ind w:firstLine="709"/>
        <w:jc w:val="center"/>
      </w:pPr>
      <w:bookmarkStart w:id="2" w:name="_Hlk66176150"/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9525</wp:posOffset>
                </wp:positionV>
                <wp:extent cx="238125" cy="161925"/>
                <wp:effectExtent l="0" t="0" r="28575" b="2857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3812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42pt;margin-top:.75pt;width:18.75pt;height:12.75p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" fillcolor="window" strokecolor="#2f528f" strokeweight="1pt">
                <v:path arrowok="t"/>
              </v:rect>
            </w:pict>
          </mc:Fallback>
        </mc:AlternateContent>
      </w: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13970</wp:posOffset>
                </wp:positionV>
                <wp:extent cx="266700" cy="152400"/>
                <wp:effectExtent l="0" t="0" r="19050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17pt;margin-top:1.1pt;width:21pt;height:1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" fillcolor="window" strokecolor="#2f528f" strokeweight="1pt">
                <v:path arrowok="t"/>
              </v:rect>
            </w:pict>
          </mc:Fallback>
        </mc:AlternateContent>
      </w:r>
      <w:r w:rsidR="00CB3D3C">
        <w:t>OUI</w:t>
      </w:r>
      <w:r w:rsidR="00CB3D3C">
        <w:tab/>
      </w:r>
      <w:r w:rsidR="00CB3D3C">
        <w:tab/>
      </w:r>
      <w:r w:rsidR="00CB3D3C">
        <w:tab/>
      </w:r>
      <w:r w:rsidR="00CB3D3C">
        <w:tab/>
      </w:r>
      <w:r w:rsidR="00CB3D3C">
        <w:tab/>
      </w:r>
      <w:r w:rsidR="00CB3D3C">
        <w:tab/>
        <w:t xml:space="preserve">   NON</w:t>
      </w:r>
    </w:p>
    <w:bookmarkEnd w:id="2"/>
    <w:p w:rsidR="00CB3D3C" w:rsidRDefault="00CB3D3C">
      <w:pPr>
        <w:pStyle w:val="Standard"/>
      </w:pPr>
    </w:p>
    <w:p w:rsidR="00246E43" w:rsidRPr="0067296F" w:rsidRDefault="004A17D8">
      <w:pPr>
        <w:pStyle w:val="Standard"/>
        <w:rPr>
          <w:b/>
          <w:bCs/>
          <w:i/>
          <w:iCs/>
          <w:u w:val="single"/>
        </w:rPr>
      </w:pPr>
      <w:r w:rsidRPr="0067296F">
        <w:rPr>
          <w:b/>
          <w:bCs/>
          <w:i/>
          <w:iCs/>
          <w:u w:val="single"/>
        </w:rPr>
        <w:t>Comment est vécu le confinement</w:t>
      </w:r>
      <w:r w:rsidR="00246E43" w:rsidRPr="0067296F">
        <w:rPr>
          <w:b/>
          <w:bCs/>
          <w:i/>
          <w:iCs/>
          <w:u w:val="single"/>
        </w:rPr>
        <w:t xml:space="preserve"> </w:t>
      </w:r>
      <w:r w:rsidRPr="0067296F">
        <w:rPr>
          <w:b/>
          <w:bCs/>
          <w:i/>
          <w:iCs/>
          <w:u w:val="single"/>
        </w:rPr>
        <w:t xml:space="preserve">?  </w:t>
      </w:r>
      <w:r w:rsidRPr="0067296F">
        <w:rPr>
          <w:b/>
          <w:bCs/>
          <w:i/>
          <w:iCs/>
          <w:u w:val="single"/>
        </w:rPr>
        <w:br/>
      </w:r>
    </w:p>
    <w:p w:rsidR="0067296F" w:rsidRDefault="0067296F" w:rsidP="0067296F">
      <w:pPr>
        <w:pStyle w:val="Standard"/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6E43" w:rsidRDefault="00246E43">
      <w:pPr>
        <w:pStyle w:val="Standard"/>
      </w:pPr>
    </w:p>
    <w:p w:rsidR="00246E43" w:rsidRPr="0067296F" w:rsidRDefault="004A17D8">
      <w:pPr>
        <w:pStyle w:val="Standard"/>
        <w:rPr>
          <w:b/>
          <w:bCs/>
          <w:i/>
          <w:iCs/>
          <w:u w:val="single"/>
        </w:rPr>
      </w:pPr>
      <w:r w:rsidRPr="0067296F">
        <w:rPr>
          <w:b/>
          <w:bCs/>
          <w:i/>
          <w:iCs/>
          <w:u w:val="single"/>
        </w:rPr>
        <w:t xml:space="preserve">Si une aide à domicile intervient chez vous ou dans votre cercle familial ou amical, </w:t>
      </w:r>
      <w:r w:rsidR="00246E43" w:rsidRPr="0067296F">
        <w:rPr>
          <w:b/>
          <w:bCs/>
          <w:i/>
          <w:iCs/>
          <w:u w:val="single"/>
        </w:rPr>
        <w:t>Q</w:t>
      </w:r>
      <w:r w:rsidRPr="0067296F">
        <w:rPr>
          <w:b/>
          <w:bCs/>
          <w:i/>
          <w:iCs/>
          <w:u w:val="single"/>
        </w:rPr>
        <w:t xml:space="preserve">uel est son statut ? </w:t>
      </w:r>
    </w:p>
    <w:p w:rsidR="00A36426" w:rsidRDefault="00A36426">
      <w:pPr>
        <w:pStyle w:val="Standard"/>
      </w:pPr>
    </w:p>
    <w:p w:rsidR="00A36426" w:rsidRDefault="001E5598" w:rsidP="00A36426">
      <w:pPr>
        <w:pStyle w:val="Standard"/>
        <w:ind w:left="709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9525</wp:posOffset>
                </wp:positionV>
                <wp:extent cx="266700" cy="152400"/>
                <wp:effectExtent l="0" t="0" r="19050" b="190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248.25pt;margin-top:.75pt;width:21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" fillcolor="window" strokecolor="#2f528f" strokeweight="1pt">
                <v:path arrowok="t"/>
              </v:rect>
            </w:pict>
          </mc:Fallback>
        </mc:AlternateContent>
      </w: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266700" cy="152400"/>
                <wp:effectExtent l="0" t="0" r="19050" b="190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.95pt;width:21pt;height:12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" fillcolor="window" strokecolor="#2f528f" strokeweight="1pt">
                <v:path arrowok="t"/>
                <w10:wrap anchorx="margin"/>
              </v:rect>
            </w:pict>
          </mc:Fallback>
        </mc:AlternateContent>
      </w:r>
      <w:r w:rsidR="00A36426">
        <w:t xml:space="preserve">Salariée d’une association (ADMR, …..)        </w:t>
      </w:r>
      <w:r w:rsidR="0067296F">
        <w:t xml:space="preserve">   </w:t>
      </w:r>
      <w:r w:rsidR="00A36426">
        <w:t xml:space="preserve">    Salariée d’un service public (CCAS, CDAS, …..)</w:t>
      </w:r>
    </w:p>
    <w:p w:rsidR="00A36426" w:rsidRDefault="00A36426">
      <w:pPr>
        <w:pStyle w:val="Standard"/>
      </w:pPr>
    </w:p>
    <w:p w:rsidR="00A36426" w:rsidRDefault="00A36426">
      <w:pPr>
        <w:pStyle w:val="Standard"/>
      </w:pPr>
      <w:r>
        <w:t xml:space="preserve">    </w:t>
      </w:r>
      <w:r w:rsidR="001E5598"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6700" cy="152400"/>
                <wp:effectExtent l="0" t="0" r="19050" b="1905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0;width:21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" fillcolor="window" strokecolor="#2f528f" strokeweight="1pt">
                <v:path arrowok="t"/>
              </v:rect>
            </w:pict>
          </mc:Fallback>
        </mc:AlternateContent>
      </w:r>
      <w:r>
        <w:t xml:space="preserve">         Salariée par vous-même </w:t>
      </w:r>
    </w:p>
    <w:p w:rsidR="00A36426" w:rsidRDefault="00A36426">
      <w:pPr>
        <w:pStyle w:val="Standard"/>
      </w:pPr>
    </w:p>
    <w:p w:rsidR="00A36426" w:rsidRDefault="001E5598">
      <w:pPr>
        <w:pStyle w:val="Standard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66700" cy="152400"/>
                <wp:effectExtent l="0" t="0" r="19050" b="19050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0;margin-top:-.05pt;width:21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" fillcolor="window" strokecolor="#2f528f" strokeweight="1pt">
                <v:path arrowok="t"/>
              </v:rect>
            </w:pict>
          </mc:Fallback>
        </mc:AlternateContent>
      </w:r>
      <w:r w:rsidR="0067296F">
        <w:t xml:space="preserve">             </w:t>
      </w:r>
      <w:r w:rsidR="00A36426">
        <w:t xml:space="preserve">Autre (à détailler) : </w:t>
      </w:r>
      <w:bookmarkStart w:id="3" w:name="_Hlk66177012"/>
      <w:r w:rsidR="00A36426">
        <w:t>………………………………………………………………………………..</w:t>
      </w:r>
      <w:bookmarkEnd w:id="3"/>
    </w:p>
    <w:p w:rsidR="00246E43" w:rsidRDefault="00246E43">
      <w:pPr>
        <w:pStyle w:val="Standard"/>
      </w:pPr>
    </w:p>
    <w:p w:rsidR="00246E43" w:rsidRPr="0067296F" w:rsidRDefault="004A17D8" w:rsidP="00CC5949">
      <w:pPr>
        <w:pStyle w:val="Standard"/>
        <w:numPr>
          <w:ilvl w:val="0"/>
          <w:numId w:val="2"/>
        </w:numPr>
        <w:rPr>
          <w:b/>
          <w:bCs/>
          <w:i/>
          <w:iCs/>
          <w:u w:val="single"/>
        </w:rPr>
      </w:pPr>
      <w:r w:rsidRPr="0067296F">
        <w:rPr>
          <w:b/>
          <w:bCs/>
          <w:i/>
          <w:iCs/>
          <w:u w:val="single"/>
        </w:rPr>
        <w:lastRenderedPageBreak/>
        <w:t xml:space="preserve">Cette aide a-t-elle pu se poursuivre ? </w:t>
      </w:r>
    </w:p>
    <w:p w:rsidR="00246E43" w:rsidRDefault="00246E43">
      <w:pPr>
        <w:pStyle w:val="Standard"/>
      </w:pPr>
    </w:p>
    <w:p w:rsidR="00A36426" w:rsidRDefault="001E5598" w:rsidP="00A36426">
      <w:pPr>
        <w:pStyle w:val="Standard"/>
        <w:ind w:firstLine="709"/>
        <w:jc w:val="center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6350</wp:posOffset>
                </wp:positionV>
                <wp:extent cx="266700" cy="152400"/>
                <wp:effectExtent l="0" t="0" r="19050" b="1905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17.75pt;margin-top:.5pt;width:21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" fillcolor="window" strokecolor="#2f528f" strokeweight="1pt">
                <v:path arrowok="t"/>
              </v:rect>
            </w:pict>
          </mc:Fallback>
        </mc:AlternateContent>
      </w: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9525</wp:posOffset>
                </wp:positionV>
                <wp:extent cx="238125" cy="161925"/>
                <wp:effectExtent l="0" t="0" r="28575" b="2857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3812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42pt;margin-top:.75pt;width:18.75pt;height:12.7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" fillcolor="window" strokecolor="#2f528f" strokeweight="1pt">
                <v:path arrowok="t"/>
              </v:rect>
            </w:pict>
          </mc:Fallback>
        </mc:AlternateContent>
      </w:r>
      <w:r w:rsidR="00A36426">
        <w:t>OUI</w:t>
      </w:r>
      <w:r w:rsidR="00A36426">
        <w:tab/>
      </w:r>
      <w:r w:rsidR="00A36426">
        <w:tab/>
      </w:r>
      <w:r w:rsidR="00A36426">
        <w:tab/>
      </w:r>
      <w:r w:rsidR="00A36426">
        <w:tab/>
      </w:r>
      <w:r w:rsidR="00A36426">
        <w:tab/>
      </w:r>
      <w:r w:rsidR="00A36426">
        <w:tab/>
        <w:t xml:space="preserve">   NON</w:t>
      </w:r>
    </w:p>
    <w:p w:rsidR="00A36426" w:rsidRDefault="00A36426">
      <w:pPr>
        <w:pStyle w:val="Standard"/>
      </w:pPr>
    </w:p>
    <w:p w:rsidR="00246E43" w:rsidRPr="0067296F" w:rsidRDefault="004A17D8" w:rsidP="00CC5949">
      <w:pPr>
        <w:pStyle w:val="Standard"/>
        <w:numPr>
          <w:ilvl w:val="0"/>
          <w:numId w:val="2"/>
        </w:numPr>
        <w:rPr>
          <w:b/>
          <w:bCs/>
          <w:i/>
          <w:iCs/>
          <w:u w:val="single"/>
        </w:rPr>
      </w:pPr>
      <w:r w:rsidRPr="0067296F">
        <w:rPr>
          <w:b/>
          <w:bCs/>
          <w:i/>
          <w:iCs/>
          <w:u w:val="single"/>
        </w:rPr>
        <w:t xml:space="preserve">Dans quelles conditions ?  </w:t>
      </w:r>
    </w:p>
    <w:p w:rsidR="0067296F" w:rsidRDefault="0067296F">
      <w:pPr>
        <w:pStyle w:val="Standard"/>
      </w:pPr>
      <w:bookmarkStart w:id="4" w:name="_Hlk66176859"/>
    </w:p>
    <w:p w:rsidR="00246E43" w:rsidRDefault="0067296F" w:rsidP="0067296F">
      <w:pPr>
        <w:pStyle w:val="Standard"/>
        <w:spacing w:line="480" w:lineRule="auto"/>
      </w:pPr>
      <w:bookmarkStart w:id="5" w:name="_Hlk66176610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4"/>
    <w:bookmarkEnd w:id="5"/>
    <w:p w:rsidR="00CC5949" w:rsidRPr="00CC5949" w:rsidRDefault="004A17D8" w:rsidP="00CC5949">
      <w:pPr>
        <w:pStyle w:val="Standard"/>
        <w:numPr>
          <w:ilvl w:val="0"/>
          <w:numId w:val="2"/>
        </w:numPr>
        <w:spacing w:line="480" w:lineRule="auto"/>
      </w:pPr>
      <w:r w:rsidRPr="0067296F">
        <w:rPr>
          <w:b/>
          <w:bCs/>
          <w:i/>
          <w:iCs/>
          <w:u w:val="single"/>
        </w:rPr>
        <w:t>Si elle s’est interrompue, pourquoi et dans quelles conditions ?</w:t>
      </w:r>
    </w:p>
    <w:p w:rsidR="0067296F" w:rsidRDefault="0067296F" w:rsidP="00CC5949">
      <w:pPr>
        <w:pStyle w:val="Standard"/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6E43" w:rsidRPr="0067296F" w:rsidRDefault="004A17D8" w:rsidP="00CC5949">
      <w:pPr>
        <w:pStyle w:val="Standard"/>
        <w:numPr>
          <w:ilvl w:val="0"/>
          <w:numId w:val="2"/>
        </w:numPr>
        <w:rPr>
          <w:b/>
          <w:bCs/>
          <w:i/>
          <w:iCs/>
          <w:u w:val="single"/>
        </w:rPr>
      </w:pPr>
      <w:r w:rsidRPr="0067296F">
        <w:rPr>
          <w:b/>
          <w:bCs/>
          <w:i/>
          <w:iCs/>
          <w:u w:val="single"/>
        </w:rPr>
        <w:t>Avez-vous ou a-t-on trouvé des relais</w:t>
      </w:r>
      <w:r w:rsidR="00246E43" w:rsidRPr="0067296F">
        <w:rPr>
          <w:b/>
          <w:bCs/>
          <w:i/>
          <w:iCs/>
          <w:u w:val="single"/>
        </w:rPr>
        <w:t xml:space="preserve"> </w:t>
      </w:r>
      <w:r w:rsidRPr="0067296F">
        <w:rPr>
          <w:b/>
          <w:bCs/>
          <w:i/>
          <w:iCs/>
          <w:u w:val="single"/>
        </w:rPr>
        <w:t xml:space="preserve">? </w:t>
      </w:r>
    </w:p>
    <w:p w:rsidR="00246E43" w:rsidRDefault="00246E43">
      <w:pPr>
        <w:pStyle w:val="Standard"/>
      </w:pPr>
    </w:p>
    <w:p w:rsidR="00A36426" w:rsidRDefault="001E5598" w:rsidP="00A36426">
      <w:pPr>
        <w:pStyle w:val="Standard"/>
        <w:ind w:firstLine="709"/>
        <w:jc w:val="center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9525</wp:posOffset>
                </wp:positionV>
                <wp:extent cx="238125" cy="161925"/>
                <wp:effectExtent l="0" t="0" r="28575" b="2857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3812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342pt;margin-top:.75pt;width:18.75pt;height:12.75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" fillcolor="window" strokecolor="#2f528f" strokeweight="1pt">
                <v:path arrowok="t"/>
              </v:rect>
            </w:pict>
          </mc:Fallback>
        </mc:AlternateContent>
      </w: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13970</wp:posOffset>
                </wp:positionV>
                <wp:extent cx="266700" cy="152400"/>
                <wp:effectExtent l="0" t="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17pt;margin-top:1.1pt;width:21pt;height:1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" fillcolor="window" strokecolor="#2f528f" strokeweight="1pt">
                <v:path arrowok="t"/>
              </v:rect>
            </w:pict>
          </mc:Fallback>
        </mc:AlternateContent>
      </w:r>
      <w:r w:rsidR="00A36426">
        <w:t>OUI</w:t>
      </w:r>
      <w:r w:rsidR="00A36426">
        <w:tab/>
      </w:r>
      <w:r w:rsidR="00A36426">
        <w:tab/>
      </w:r>
      <w:r w:rsidR="00A36426">
        <w:tab/>
      </w:r>
      <w:r w:rsidR="00A36426">
        <w:tab/>
      </w:r>
      <w:r w:rsidR="00A36426">
        <w:tab/>
      </w:r>
      <w:r w:rsidR="00A36426">
        <w:tab/>
        <w:t xml:space="preserve">   NON</w:t>
      </w:r>
    </w:p>
    <w:p w:rsidR="00A36426" w:rsidRDefault="00A36426">
      <w:pPr>
        <w:pStyle w:val="Standard"/>
      </w:pPr>
    </w:p>
    <w:p w:rsidR="00246E43" w:rsidRPr="0067296F" w:rsidRDefault="004A17D8" w:rsidP="00CC5949">
      <w:pPr>
        <w:pStyle w:val="Standard"/>
        <w:numPr>
          <w:ilvl w:val="0"/>
          <w:numId w:val="2"/>
        </w:numPr>
        <w:rPr>
          <w:b/>
          <w:bCs/>
          <w:i/>
          <w:iCs/>
          <w:u w:val="single"/>
        </w:rPr>
      </w:pPr>
      <w:r w:rsidRPr="0067296F">
        <w:rPr>
          <w:b/>
          <w:bCs/>
          <w:i/>
          <w:iCs/>
          <w:u w:val="single"/>
        </w:rPr>
        <w:t>Y a-t-il eu des solutions trouvées « hors-champ institutionnel », par des solidarités</w:t>
      </w:r>
      <w:r w:rsidR="0067296F">
        <w:rPr>
          <w:b/>
          <w:bCs/>
          <w:i/>
          <w:iCs/>
          <w:u w:val="single"/>
        </w:rPr>
        <w:t xml:space="preserve"> </w:t>
      </w:r>
      <w:r w:rsidRPr="0067296F">
        <w:rPr>
          <w:b/>
          <w:bCs/>
          <w:i/>
          <w:iCs/>
          <w:u w:val="single"/>
        </w:rPr>
        <w:t>?</w:t>
      </w:r>
      <w:r w:rsidR="00246E43" w:rsidRPr="0067296F">
        <w:rPr>
          <w:b/>
          <w:bCs/>
          <w:i/>
          <w:iCs/>
          <w:u w:val="single"/>
        </w:rPr>
        <w:t xml:space="preserve"> </w:t>
      </w:r>
      <w:r w:rsidRPr="0067296F">
        <w:rPr>
          <w:b/>
          <w:bCs/>
          <w:i/>
          <w:iCs/>
          <w:u w:val="single"/>
        </w:rPr>
        <w:t>…</w:t>
      </w:r>
      <w:r w:rsidRPr="0067296F">
        <w:rPr>
          <w:b/>
          <w:bCs/>
          <w:i/>
          <w:iCs/>
          <w:u w:val="single"/>
        </w:rPr>
        <w:br/>
      </w:r>
    </w:p>
    <w:p w:rsidR="00A36426" w:rsidRDefault="001E5598" w:rsidP="00A36426">
      <w:pPr>
        <w:pStyle w:val="Standard"/>
        <w:ind w:firstLine="709"/>
        <w:jc w:val="center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9525</wp:posOffset>
                </wp:positionV>
                <wp:extent cx="238125" cy="161925"/>
                <wp:effectExtent l="0" t="0" r="28575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3812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342pt;margin-top:.75pt;width:18.75pt;height:12.7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" fillcolor="window" strokecolor="#2f528f" strokeweight="1pt">
                <v:path arrowok="t"/>
              </v:rect>
            </w:pict>
          </mc:Fallback>
        </mc:AlternateContent>
      </w: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13970</wp:posOffset>
                </wp:positionV>
                <wp:extent cx="266700" cy="152400"/>
                <wp:effectExtent l="0" t="0" r="19050" b="1905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17pt;margin-top:1.1pt;width:21pt;height:1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" fillcolor="window" strokecolor="#2f528f" strokeweight="1pt">
                <v:path arrowok="t"/>
              </v:rect>
            </w:pict>
          </mc:Fallback>
        </mc:AlternateContent>
      </w:r>
      <w:r w:rsidR="00A36426">
        <w:t>OUI</w:t>
      </w:r>
      <w:r w:rsidR="00A36426">
        <w:tab/>
      </w:r>
      <w:r w:rsidR="00A36426">
        <w:tab/>
      </w:r>
      <w:r w:rsidR="00A36426">
        <w:tab/>
      </w:r>
      <w:r w:rsidR="00A36426">
        <w:tab/>
      </w:r>
      <w:r w:rsidR="00A36426">
        <w:tab/>
      </w:r>
      <w:r w:rsidR="00A36426">
        <w:tab/>
        <w:t xml:space="preserve">   NON</w:t>
      </w:r>
    </w:p>
    <w:p w:rsidR="00A36426" w:rsidRDefault="00A36426">
      <w:pPr>
        <w:pStyle w:val="Standard"/>
      </w:pPr>
      <w:r>
        <w:t xml:space="preserve"> </w:t>
      </w:r>
    </w:p>
    <w:p w:rsidR="00A36426" w:rsidRDefault="00A36426" w:rsidP="00CC5949">
      <w:pPr>
        <w:pStyle w:val="Standard"/>
        <w:ind w:left="1418"/>
      </w:pPr>
      <w:r w:rsidRPr="00CC5949">
        <w:rPr>
          <w:b/>
          <w:bCs/>
        </w:rPr>
        <w:t>Si oui, pouvez-vous détailler :</w:t>
      </w:r>
      <w:r w:rsidR="0067296F">
        <w:t xml:space="preserve"> …………………………………………………………</w:t>
      </w:r>
    </w:p>
    <w:p w:rsidR="00246E43" w:rsidRDefault="00246E43">
      <w:pPr>
        <w:pStyle w:val="Standard"/>
      </w:pPr>
    </w:p>
    <w:p w:rsidR="00A36426" w:rsidRDefault="00A36426">
      <w:pPr>
        <w:pStyle w:val="Standard"/>
      </w:pPr>
    </w:p>
    <w:p w:rsidR="00A36426" w:rsidRDefault="00A36426">
      <w:pPr>
        <w:pStyle w:val="Standard"/>
      </w:pPr>
    </w:p>
    <w:p w:rsidR="0067296F" w:rsidRDefault="004A17D8" w:rsidP="0067296F">
      <w:pPr>
        <w:pStyle w:val="Standard"/>
        <w:spacing w:line="480" w:lineRule="auto"/>
      </w:pPr>
      <w:r w:rsidRPr="0067296F">
        <w:rPr>
          <w:b/>
          <w:bCs/>
          <w:i/>
          <w:iCs/>
          <w:u w:val="single"/>
        </w:rPr>
        <w:t>Si vous ou vos proches vivent en EHPAD, comment cela est-il vécu ?</w:t>
      </w:r>
      <w:r w:rsidRPr="0067296F">
        <w:rPr>
          <w:b/>
          <w:bCs/>
          <w:i/>
          <w:iCs/>
          <w:u w:val="single"/>
        </w:rPr>
        <w:br/>
      </w:r>
      <w:r w:rsidR="0067296F"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6E43" w:rsidRDefault="00246E43">
      <w:pPr>
        <w:pStyle w:val="Standard"/>
      </w:pPr>
    </w:p>
    <w:p w:rsidR="00246E43" w:rsidRPr="0067296F" w:rsidRDefault="004A17D8">
      <w:pPr>
        <w:pStyle w:val="Standard"/>
        <w:rPr>
          <w:b/>
          <w:bCs/>
          <w:i/>
          <w:iCs/>
          <w:u w:val="single"/>
        </w:rPr>
      </w:pPr>
      <w:r w:rsidRPr="0067296F">
        <w:rPr>
          <w:b/>
          <w:bCs/>
          <w:i/>
          <w:iCs/>
          <w:u w:val="single"/>
        </w:rPr>
        <w:t>Avez</w:t>
      </w:r>
      <w:r w:rsidR="00246E43" w:rsidRPr="0067296F">
        <w:rPr>
          <w:b/>
          <w:bCs/>
          <w:i/>
          <w:iCs/>
          <w:u w:val="single"/>
        </w:rPr>
        <w:t>-</w:t>
      </w:r>
      <w:r w:rsidRPr="0067296F">
        <w:rPr>
          <w:b/>
          <w:bCs/>
          <w:i/>
          <w:iCs/>
          <w:u w:val="single"/>
        </w:rPr>
        <w:t>vous été touché par la Covid ?</w:t>
      </w:r>
      <w:r w:rsidRPr="0067296F">
        <w:rPr>
          <w:b/>
          <w:bCs/>
          <w:i/>
          <w:iCs/>
          <w:u w:val="single"/>
        </w:rPr>
        <w:br/>
      </w:r>
    </w:p>
    <w:p w:rsidR="00A36426" w:rsidRDefault="001E5598" w:rsidP="00A36426">
      <w:pPr>
        <w:pStyle w:val="Standard"/>
        <w:ind w:firstLine="709"/>
        <w:jc w:val="center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9525</wp:posOffset>
                </wp:positionV>
                <wp:extent cx="238125" cy="161925"/>
                <wp:effectExtent l="0" t="0" r="28575" b="2857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3812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342pt;margin-top:.75pt;width:18.75pt;height:12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" fillcolor="window" strokecolor="#2f528f" strokeweight="1pt">
                <v:path arrowok="t"/>
              </v:rect>
            </w:pict>
          </mc:Fallback>
        </mc:AlternateContent>
      </w: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13970</wp:posOffset>
                </wp:positionV>
                <wp:extent cx="266700" cy="152400"/>
                <wp:effectExtent l="0" t="0" r="19050" b="1905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17pt;margin-top:1.1pt;width:21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" fillcolor="window" strokecolor="#2f528f" strokeweight="1pt">
                <v:path arrowok="t"/>
              </v:rect>
            </w:pict>
          </mc:Fallback>
        </mc:AlternateContent>
      </w:r>
      <w:r w:rsidR="00A36426">
        <w:t>OUI</w:t>
      </w:r>
      <w:r w:rsidR="00A36426">
        <w:tab/>
      </w:r>
      <w:r w:rsidR="00A36426">
        <w:tab/>
      </w:r>
      <w:r w:rsidR="00A36426">
        <w:tab/>
      </w:r>
      <w:r w:rsidR="00A36426">
        <w:tab/>
      </w:r>
      <w:r w:rsidR="00A36426">
        <w:tab/>
      </w:r>
      <w:r w:rsidR="00A36426">
        <w:tab/>
        <w:t xml:space="preserve">   NON</w:t>
      </w:r>
    </w:p>
    <w:p w:rsidR="00A36426" w:rsidRDefault="00A36426">
      <w:pPr>
        <w:pStyle w:val="Standard"/>
      </w:pPr>
    </w:p>
    <w:p w:rsidR="00A36426" w:rsidRPr="0067296F" w:rsidRDefault="004A17D8">
      <w:pPr>
        <w:pStyle w:val="Standard"/>
        <w:rPr>
          <w:b/>
          <w:bCs/>
          <w:i/>
          <w:iCs/>
          <w:u w:val="single"/>
        </w:rPr>
      </w:pPr>
      <w:r w:rsidRPr="0067296F">
        <w:rPr>
          <w:b/>
          <w:bCs/>
          <w:i/>
          <w:iCs/>
          <w:u w:val="single"/>
        </w:rPr>
        <w:t xml:space="preserve">Votre lieu de vie : </w:t>
      </w:r>
    </w:p>
    <w:p w:rsidR="00A36426" w:rsidRDefault="00A36426">
      <w:pPr>
        <w:pStyle w:val="Standard"/>
      </w:pPr>
    </w:p>
    <w:p w:rsidR="00A36426" w:rsidRDefault="001E5598" w:rsidP="00A36426">
      <w:pPr>
        <w:pStyle w:val="Standard"/>
        <w:ind w:firstLine="709"/>
        <w:jc w:val="center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9525</wp:posOffset>
                </wp:positionV>
                <wp:extent cx="238125" cy="161925"/>
                <wp:effectExtent l="0" t="0" r="28575" b="2857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3812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342pt;margin-top:.75pt;width:18.75pt;height:12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" fillcolor="window" strokecolor="#2f528f" strokeweight="1pt">
                <v:path arrowok="t"/>
              </v:rect>
            </w:pict>
          </mc:Fallback>
        </mc:AlternateContent>
      </w: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13970</wp:posOffset>
                </wp:positionV>
                <wp:extent cx="266700" cy="152400"/>
                <wp:effectExtent l="0" t="0" r="19050" b="1905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17pt;margin-top:1.1pt;width:21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" fillcolor="window" strokecolor="#2f528f" strokeweight="1pt">
                <v:path arrowok="t"/>
              </v:rect>
            </w:pict>
          </mc:Fallback>
        </mc:AlternateContent>
      </w:r>
      <w:r w:rsidR="00A36426">
        <w:t xml:space="preserve">    RURAL</w:t>
      </w:r>
      <w:r w:rsidR="00A36426">
        <w:tab/>
      </w:r>
      <w:r w:rsidR="00A36426">
        <w:tab/>
      </w:r>
      <w:r w:rsidR="00A36426">
        <w:tab/>
      </w:r>
      <w:r w:rsidR="00A36426">
        <w:tab/>
      </w:r>
      <w:r w:rsidR="00A36426">
        <w:tab/>
        <w:t xml:space="preserve">       URBAIN ?</w:t>
      </w:r>
    </w:p>
    <w:p w:rsidR="00A36426" w:rsidRDefault="00A36426">
      <w:pPr>
        <w:pStyle w:val="Standard"/>
      </w:pPr>
    </w:p>
    <w:p w:rsidR="00CB3D3C" w:rsidRDefault="00CB3D3C">
      <w:pPr>
        <w:pStyle w:val="Standard"/>
      </w:pPr>
    </w:p>
    <w:p w:rsidR="001C7215" w:rsidRDefault="004A17D8">
      <w:pPr>
        <w:pStyle w:val="Standard"/>
        <w:rPr>
          <w:b/>
          <w:bCs/>
        </w:rPr>
      </w:pPr>
      <w:r>
        <w:br/>
      </w:r>
    </w:p>
    <w:p w:rsidR="0067296F" w:rsidRDefault="0067296F">
      <w:pPr>
        <w:pStyle w:val="Standard"/>
        <w:rPr>
          <w:b/>
          <w:bCs/>
        </w:rPr>
      </w:pPr>
    </w:p>
    <w:p w:rsidR="0067296F" w:rsidRDefault="0067296F">
      <w:pPr>
        <w:pStyle w:val="Standard"/>
      </w:pPr>
    </w:p>
    <w:p w:rsidR="0067296F" w:rsidRPr="00CC5949" w:rsidRDefault="00CC5949">
      <w:pPr>
        <w:pStyle w:val="Standard"/>
        <w:rPr>
          <w:b/>
          <w:bCs/>
          <w:i/>
          <w:iCs/>
        </w:rPr>
      </w:pPr>
      <w:r>
        <w:rPr>
          <w:b/>
          <w:bCs/>
          <w:i/>
          <w:iCs/>
        </w:rPr>
        <w:t xml:space="preserve">Merci d’avoir répondu à ce questionnaire, </w:t>
      </w:r>
      <w:r w:rsidR="004A17D8" w:rsidRPr="00CC5949">
        <w:rPr>
          <w:b/>
          <w:bCs/>
          <w:i/>
          <w:iCs/>
        </w:rPr>
        <w:t>Nous</w:t>
      </w:r>
      <w:r w:rsidR="0067296F" w:rsidRPr="00CC5949">
        <w:rPr>
          <w:b/>
          <w:bCs/>
          <w:i/>
          <w:iCs/>
        </w:rPr>
        <w:t xml:space="preserve"> vous</w:t>
      </w:r>
      <w:r w:rsidR="004A17D8" w:rsidRPr="00CC5949">
        <w:rPr>
          <w:b/>
          <w:bCs/>
          <w:i/>
          <w:iCs/>
        </w:rPr>
        <w:t xml:space="preserve"> </w:t>
      </w:r>
      <w:r w:rsidR="0067296F" w:rsidRPr="00CC5949">
        <w:rPr>
          <w:b/>
          <w:bCs/>
          <w:i/>
          <w:iCs/>
        </w:rPr>
        <w:t>ferons une synthèse</w:t>
      </w:r>
      <w:r w:rsidR="004A17D8" w:rsidRPr="00CC5949">
        <w:rPr>
          <w:b/>
          <w:bCs/>
          <w:i/>
          <w:iCs/>
        </w:rPr>
        <w:t xml:space="preserve"> du retour des collègues et de l’adresse </w:t>
      </w:r>
      <w:r w:rsidR="0067296F" w:rsidRPr="00CC5949">
        <w:rPr>
          <w:b/>
          <w:bCs/>
          <w:i/>
          <w:iCs/>
        </w:rPr>
        <w:t>que nous ferons auprès du</w:t>
      </w:r>
      <w:r w:rsidR="004A17D8" w:rsidRPr="00CC5949">
        <w:rPr>
          <w:b/>
          <w:bCs/>
          <w:i/>
          <w:iCs/>
        </w:rPr>
        <w:t xml:space="preserve"> Conseil départemental.</w:t>
      </w:r>
      <w:r w:rsidR="004A17D8" w:rsidRPr="00CC5949">
        <w:rPr>
          <w:b/>
          <w:bCs/>
          <w:i/>
          <w:iCs/>
        </w:rPr>
        <w:br/>
      </w:r>
    </w:p>
    <w:sectPr w:rsidR="0067296F" w:rsidRPr="00CC5949" w:rsidSect="00CB3D3C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19F" w:rsidRDefault="00AA319F">
      <w:r>
        <w:separator/>
      </w:r>
    </w:p>
  </w:endnote>
  <w:endnote w:type="continuationSeparator" w:id="0">
    <w:p w:rsidR="00AA319F" w:rsidRDefault="00AA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oto Serif CJK SC">
    <w:altName w:val="Calibri"/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Liberation Sans">
    <w:charset w:val="00"/>
    <w:family w:val="swiss"/>
    <w:pitch w:val="variable"/>
  </w:font>
  <w:font w:name="Noto Sans CJK SC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19F" w:rsidRDefault="00AA319F">
      <w:r>
        <w:rPr>
          <w:color w:val="000000"/>
        </w:rPr>
        <w:separator/>
      </w:r>
    </w:p>
  </w:footnote>
  <w:footnote w:type="continuationSeparator" w:id="0">
    <w:p w:rsidR="00AA319F" w:rsidRDefault="00AA3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24753"/>
    <w:multiLevelType w:val="hybridMultilevel"/>
    <w:tmpl w:val="02F615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E50643"/>
    <w:multiLevelType w:val="hybridMultilevel"/>
    <w:tmpl w:val="FFB6907E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19"/>
    <w:rsid w:val="00182642"/>
    <w:rsid w:val="001C7215"/>
    <w:rsid w:val="001E5598"/>
    <w:rsid w:val="00246E43"/>
    <w:rsid w:val="004A17D8"/>
    <w:rsid w:val="0067296F"/>
    <w:rsid w:val="006B623A"/>
    <w:rsid w:val="00A36426"/>
    <w:rsid w:val="00AA319F"/>
    <w:rsid w:val="00C97619"/>
    <w:rsid w:val="00CB3D3C"/>
    <w:rsid w:val="00CC5949"/>
    <w:rsid w:val="00E8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Lienhypertexte">
    <w:name w:val="Hyperlink"/>
    <w:uiPriority w:val="99"/>
    <w:unhideWhenUsed/>
    <w:rsid w:val="0067296F"/>
    <w:rPr>
      <w:color w:val="0563C1"/>
      <w:u w:val="single"/>
    </w:rPr>
  </w:style>
  <w:style w:type="character" w:customStyle="1" w:styleId="Mentionnonrsolue">
    <w:name w:val="Mention non résolue"/>
    <w:uiPriority w:val="99"/>
    <w:semiHidden/>
    <w:unhideWhenUsed/>
    <w:rsid w:val="0067296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Lienhypertexte">
    <w:name w:val="Hyperlink"/>
    <w:uiPriority w:val="99"/>
    <w:unhideWhenUsed/>
    <w:rsid w:val="0067296F"/>
    <w:rPr>
      <w:color w:val="0563C1"/>
      <w:u w:val="single"/>
    </w:rPr>
  </w:style>
  <w:style w:type="character" w:customStyle="1" w:styleId="Mentionnonrsolue">
    <w:name w:val="Mention non résolue"/>
    <w:uiPriority w:val="99"/>
    <w:semiHidden/>
    <w:unhideWhenUsed/>
    <w:rsid w:val="006729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dcaFSU35@laposte.ne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elyne\Downloads\Enqu&#234;te%20syndicats%20dans%20p&#233;riode%20Covid%20(1)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Enquête syndicats dans période Covid (1).dot</Template>
  <TotalTime>0</TotalTime>
  <Pages>2</Pages>
  <Words>413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2683</CharactersWithSpaces>
  <SharedDoc>false</SharedDoc>
  <HLinks>
    <vt:vector size="6" baseType="variant">
      <vt:variant>
        <vt:i4>5505150</vt:i4>
      </vt:variant>
      <vt:variant>
        <vt:i4>0</vt:i4>
      </vt:variant>
      <vt:variant>
        <vt:i4>0</vt:i4>
      </vt:variant>
      <vt:variant>
        <vt:i4>5</vt:i4>
      </vt:variant>
      <vt:variant>
        <vt:lpwstr>mailto:cdcaFSU35@laposte.net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Evelyne Forcioli</dc:creator>
  <cp:lastModifiedBy>Isa</cp:lastModifiedBy>
  <cp:revision>2</cp:revision>
  <dcterms:created xsi:type="dcterms:W3CDTF">2021-03-12T09:40:00Z</dcterms:created>
  <dcterms:modified xsi:type="dcterms:W3CDTF">2021-03-12T09:40:00Z</dcterms:modified>
</cp:coreProperties>
</file>